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61" w:rsidRPr="00B105DD" w:rsidRDefault="00351A61" w:rsidP="00351A61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color w:val="000000"/>
          <w:lang w:eastAsia="cs-CZ"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 xml:space="preserve">Příloha </w:t>
      </w:r>
      <w:r w:rsidR="008B02DD"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>Smlouvy č. 1</w:t>
      </w:r>
      <w:r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 xml:space="preserve"> Bližší specifikace </w:t>
      </w:r>
      <w:r w:rsidRPr="00B105DD">
        <w:rPr>
          <w:rFonts w:asciiTheme="majorHAnsi" w:eastAsia="Times New Roman" w:hAnsiTheme="majorHAnsi" w:cs="Times New Roman"/>
          <w:color w:val="000000"/>
          <w:lang w:eastAsia="cs-CZ"/>
        </w:rPr>
        <w:t xml:space="preserve">VZ </w:t>
      </w:r>
      <w:r w:rsidRPr="00B105DD">
        <w:rPr>
          <w:rFonts w:asciiTheme="majorHAnsi" w:hAnsiTheme="majorHAnsi"/>
        </w:rPr>
        <w:t>85 010 - Nákup licencí a technické podpory antivirového produktu F-</w:t>
      </w:r>
      <w:proofErr w:type="spellStart"/>
      <w:r w:rsidRPr="00B105DD">
        <w:rPr>
          <w:rFonts w:asciiTheme="majorHAnsi" w:hAnsiTheme="majorHAnsi"/>
        </w:rPr>
        <w:t>Secure</w:t>
      </w:r>
      <w:proofErr w:type="spellEnd"/>
      <w:r w:rsidRPr="00B105DD">
        <w:rPr>
          <w:rFonts w:asciiTheme="majorHAnsi" w:hAnsiTheme="majorHAnsi"/>
        </w:rPr>
        <w:t>.</w:t>
      </w:r>
    </w:p>
    <w:p w:rsid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</w:pPr>
      <w:bookmarkStart w:id="0" w:name="_GoBack"/>
      <w:bookmarkEnd w:id="0"/>
    </w:p>
    <w:p w:rsid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</w:pP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 xml:space="preserve">F-SECURE Business </w:t>
      </w:r>
      <w:proofErr w:type="spellStart"/>
      <w:r w:rsidRPr="00351A61"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>Suite</w:t>
      </w:r>
      <w:proofErr w:type="spellEnd"/>
      <w:r w:rsidRPr="00351A61">
        <w:rPr>
          <w:rFonts w:ascii="Calibri" w:eastAsia="Times New Roman" w:hAnsi="Calibri" w:cs="Times New Roman"/>
          <w:b/>
          <w:color w:val="000000"/>
          <w:sz w:val="24"/>
          <w:szCs w:val="20"/>
          <w:lang w:eastAsia="cs-CZ"/>
        </w:rPr>
        <w:t xml:space="preserve"> Premium</w:t>
      </w: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(ochrana počítačů + fyzických serverů + virtuálních serverů + MS Exchange +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Gateway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Protection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+ SW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Updater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)… 9931 ks</w:t>
      </w: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br/>
        <w:t>- licence na 1 rok včetně technické podpory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Business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Suite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Premium obsahuje: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Client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Premium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Client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Client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for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Mac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Linux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Client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Edition</w:t>
      </w:r>
      <w:proofErr w:type="spellEnd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Server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Premium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Server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Linux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Security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Server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Edition</w:t>
      </w:r>
      <w:proofErr w:type="spellEnd"/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- F-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Secure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Policy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 xml:space="preserve"> </w:t>
      </w:r>
      <w:proofErr w:type="spellStart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Manager</w:t>
      </w:r>
      <w:proofErr w:type="spellEnd"/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br/>
      </w: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br/>
        <w:t>Dodavatel zajistí technickou podporu, která bude obsahovat:</w:t>
      </w: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br/>
        <w:t>• aktualizace virové báze produktů prostřednictvím serveru výrobce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</w:pPr>
      <w:r w:rsidRPr="00351A61">
        <w:rPr>
          <w:rFonts w:ascii="Calibri" w:eastAsia="Times New Roman" w:hAnsi="Calibri" w:cs="Times New Roman"/>
          <w:color w:val="000000"/>
          <w:sz w:val="24"/>
          <w:szCs w:val="20"/>
          <w:lang w:eastAsia="cs-CZ"/>
        </w:rPr>
        <w:t>• aktualizace produktů v případě, že bude distribuována nová verze produktů výrobcem</w:t>
      </w:r>
    </w:p>
    <w:p w:rsidR="00351A61" w:rsidRPr="00351A61" w:rsidRDefault="00351A61" w:rsidP="00351A6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0" w:type="auto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230"/>
        <w:gridCol w:w="992"/>
      </w:tblGrid>
      <w:tr w:rsidR="00351A61" w:rsidRPr="00351A61" w:rsidTr="00153A6F">
        <w:trPr>
          <w:trHeight w:val="37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ks</w:t>
            </w:r>
          </w:p>
        </w:tc>
      </w:tr>
      <w:tr w:rsidR="00351A61" w:rsidRPr="00351A61" w:rsidTr="00153A6F">
        <w:trPr>
          <w:trHeight w:val="37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72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F-SECURE Business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Suite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PREMIUM 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licence na 12 měsíců včetně technické podpory 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F-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Secure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Corp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a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Auriga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Systems 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9931 </w:t>
            </w:r>
          </w:p>
        </w:tc>
      </w:tr>
      <w:tr w:rsidR="00351A61" w:rsidRPr="00351A61" w:rsidTr="00153A6F">
        <w:trPr>
          <w:trHeight w:val="572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72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F-SECURE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Elements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EPP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for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Mobiles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Partner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Managed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(dříve: F-SECURE PSB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Company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Managed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Freedome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for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Bus.) 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licence na 12 měsíců včetně technické podpory F-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Secure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Corp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a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Auriga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Systems 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734 </w:t>
            </w:r>
          </w:p>
        </w:tc>
      </w:tr>
      <w:tr w:rsidR="00351A61" w:rsidRPr="00351A61" w:rsidTr="00153A6F">
        <w:trPr>
          <w:trHeight w:val="572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2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F-SECURE Email and Server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Security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PREMIUM</w:t>
            </w:r>
          </w:p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 licence na 13 měsíců včetně technické podpory F-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Secure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Corp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a </w:t>
            </w:r>
            <w:proofErr w:type="spellStart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Auriga</w:t>
            </w:r>
            <w:proofErr w:type="spellEnd"/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Systems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351A61" w:rsidRPr="00351A61" w:rsidRDefault="00351A61" w:rsidP="00351A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51A6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11000</w:t>
            </w:r>
          </w:p>
        </w:tc>
      </w:tr>
    </w:tbl>
    <w:p w:rsidR="00351A61" w:rsidRPr="00351A61" w:rsidRDefault="00351A61" w:rsidP="00351A61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cs-CZ"/>
        </w:rPr>
      </w:pP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13D" w:rsidRDefault="005B113D" w:rsidP="00962258">
      <w:pPr>
        <w:spacing w:after="0" w:line="240" w:lineRule="auto"/>
      </w:pPr>
      <w:r>
        <w:separator/>
      </w:r>
    </w:p>
  </w:endnote>
  <w:endnote w:type="continuationSeparator" w:id="0">
    <w:p w:rsidR="005B113D" w:rsidRDefault="005B11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55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55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CCE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3F1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05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05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D478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37BB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13D" w:rsidRDefault="005B113D" w:rsidP="00962258">
      <w:pPr>
        <w:spacing w:after="0" w:line="240" w:lineRule="auto"/>
      </w:pPr>
      <w:r>
        <w:separator/>
      </w:r>
    </w:p>
  </w:footnote>
  <w:footnote w:type="continuationSeparator" w:id="0">
    <w:p w:rsidR="005B113D" w:rsidRDefault="005B11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61"/>
    <w:rsid w:val="0001726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1A61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113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2FCA"/>
    <w:rsid w:val="007E4A6E"/>
    <w:rsid w:val="007F56A7"/>
    <w:rsid w:val="00807DD0"/>
    <w:rsid w:val="008659F3"/>
    <w:rsid w:val="00886D4B"/>
    <w:rsid w:val="00895406"/>
    <w:rsid w:val="008A3568"/>
    <w:rsid w:val="008B02DD"/>
    <w:rsid w:val="008C557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05DD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677074A7-C6A0-44F6-B116-ACBEBAA3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Kravcov&#225;\O22\HOTOV&#201;%20VZ%202021\07_85010%20N&#225;kup%20licenc&#237;%20a%20technick&#233;%20podpory%20antivirov&#233;ho%20produktu%20F_Secure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3FA602-1117-4FF3-9354-ADFA7CA2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5</cp:revision>
  <cp:lastPrinted>2017-11-28T17:18:00Z</cp:lastPrinted>
  <dcterms:created xsi:type="dcterms:W3CDTF">2022-03-08T13:47:00Z</dcterms:created>
  <dcterms:modified xsi:type="dcterms:W3CDTF">2022-03-10T12:13:00Z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